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863B36" w:rsidTr="00E2172E">
        <w:trPr>
          <w:trHeight w:val="2835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E2172E" w:rsidRPr="00E2172E" w:rsidRDefault="000C596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  <w:bookmarkStart w:id="0" w:name="_GoBack"/>
            <w:bookmarkEnd w:id="0"/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E2172E" w:rsidRPr="00E217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</w:p>
          <w:p w:rsidR="00863B36" w:rsidRPr="00863B36" w:rsidRDefault="00863B36" w:rsidP="00863B3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3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63B36">
              <w:rPr>
                <w:rFonts w:ascii="Times New Roman" w:hAnsi="Times New Roman"/>
                <w:sz w:val="24"/>
                <w:szCs w:val="24"/>
                <w:lang w:val="ru-RU"/>
              </w:rPr>
              <w:t>Кедрова</w:t>
            </w:r>
            <w:proofErr w:type="spellEnd"/>
            <w:r w:rsidRPr="00863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ул. Адмирала Кузнецова, </w:t>
            </w:r>
          </w:p>
          <w:p w:rsidR="00863B36" w:rsidRPr="00863B36" w:rsidRDefault="00863B36" w:rsidP="00863B36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3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Красных партизан, ул. </w:t>
            </w:r>
            <w:proofErr w:type="gramStart"/>
            <w:r w:rsidRPr="00863B36">
              <w:rPr>
                <w:rFonts w:ascii="Times New Roman" w:hAnsi="Times New Roman"/>
                <w:sz w:val="24"/>
                <w:szCs w:val="24"/>
                <w:lang w:val="ru-RU"/>
              </w:rPr>
              <w:t>Советская</w:t>
            </w:r>
            <w:proofErr w:type="gramEnd"/>
          </w:p>
          <w:p w:rsidR="00E2172E" w:rsidRPr="000C596E" w:rsidRDefault="00E2172E" w:rsidP="00602E88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863B36" w:rsidRPr="00863B36" w:rsidRDefault="000C596E" w:rsidP="00863B3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863B36" w:rsidRPr="00863B36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</w:t>
      </w:r>
      <w:proofErr w:type="spellStart"/>
      <w:r w:rsidR="00863B36" w:rsidRPr="00863B36">
        <w:rPr>
          <w:rFonts w:ascii="Times New Roman" w:hAnsi="Times New Roman"/>
          <w:b/>
          <w:bCs/>
          <w:sz w:val="28"/>
          <w:szCs w:val="28"/>
          <w:lang w:val="ru-RU"/>
        </w:rPr>
        <w:t>Кедрова</w:t>
      </w:r>
      <w:proofErr w:type="spellEnd"/>
      <w:r w:rsidR="00863B36" w:rsidRPr="00863B36">
        <w:rPr>
          <w:rFonts w:ascii="Times New Roman" w:hAnsi="Times New Roman"/>
          <w:b/>
          <w:bCs/>
          <w:sz w:val="28"/>
          <w:szCs w:val="28"/>
          <w:lang w:val="ru-RU"/>
        </w:rPr>
        <w:t>, ул. Адмирала Кузнецова, ул. Красных партизан, ул. Советская</w:t>
      </w:r>
    </w:p>
    <w:p w:rsidR="00613FF4" w:rsidRDefault="00613FF4" w:rsidP="00602E88">
      <w:pPr>
        <w:spacing w:before="100" w:beforeAutospacing="1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2172E" w:rsidRDefault="00381A91" w:rsidP="005274CB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>
        <w:rPr>
          <w:rFonts w:ascii="Times New Roman" w:hAnsi="Times New Roman"/>
          <w:sz w:val="28"/>
          <w:szCs w:val="28"/>
          <w:lang w:val="ru-RU"/>
        </w:rPr>
        <w:t>лица_______________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>
        <w:rPr>
          <w:rFonts w:ascii="Times New Roman" w:hAnsi="Times New Roman"/>
          <w:sz w:val="28"/>
          <w:szCs w:val="28"/>
          <w:lang w:val="ru-RU"/>
        </w:rPr>
        <w:t>ании ________________</w:t>
      </w:r>
      <w:r w:rsidR="009B6ADB">
        <w:rPr>
          <w:rFonts w:ascii="Times New Roman" w:hAnsi="Times New Roman"/>
          <w:sz w:val="28"/>
          <w:szCs w:val="28"/>
          <w:lang w:val="ru-RU"/>
        </w:rPr>
        <w:t>,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5274C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</w:t>
      </w:r>
      <w:r w:rsidR="005274CB">
        <w:rPr>
          <w:rFonts w:ascii="Times New Roman" w:hAnsi="Times New Roman"/>
          <w:sz w:val="28"/>
          <w:szCs w:val="28"/>
          <w:lang w:val="ru-RU"/>
        </w:rPr>
        <w:t>_____________________</w:t>
      </w:r>
      <w:r w:rsidR="00067927">
        <w:rPr>
          <w:rFonts w:ascii="Times New Roman" w:hAnsi="Times New Roman"/>
          <w:sz w:val="28"/>
          <w:szCs w:val="28"/>
          <w:lang w:val="ru-RU"/>
        </w:rPr>
        <w:t>___</w:t>
      </w:r>
      <w:r w:rsidR="00E2172E">
        <w:rPr>
          <w:rFonts w:ascii="Times New Roman" w:hAnsi="Times New Roman"/>
          <w:sz w:val="28"/>
          <w:szCs w:val="28"/>
          <w:lang w:val="ru-RU"/>
        </w:rPr>
        <w:t>,</w:t>
      </w:r>
    </w:p>
    <w:p w:rsidR="009B6ADB" w:rsidRPr="00EF737C" w:rsidRDefault="009B6ADB" w:rsidP="005274C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составили настоящий акт </w:t>
      </w:r>
      <w:r w:rsidR="005274CB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>о нижеследующем:</w:t>
      </w:r>
    </w:p>
    <w:p w:rsidR="009B6ADB" w:rsidRPr="005274CB" w:rsidRDefault="009B6ADB" w:rsidP="005274CB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274CB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5274CB">
        <w:rPr>
          <w:rFonts w:ascii="Times New Roman" w:hAnsi="Times New Roman"/>
          <w:lang w:val="ru-RU"/>
        </w:rPr>
        <w:t xml:space="preserve"> </w:t>
      </w:r>
      <w:r w:rsidRPr="005274CB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5274CB">
        <w:rPr>
          <w:rFonts w:ascii="Times New Roman" w:hAnsi="Times New Roman"/>
          <w:sz w:val="28"/>
          <w:szCs w:val="28"/>
          <w:lang w:val="ru-RU"/>
        </w:rPr>
        <w:t>застройки (</w:t>
      </w:r>
      <w:r w:rsidR="005274CB">
        <w:rPr>
          <w:rFonts w:ascii="Times New Roman" w:hAnsi="Times New Roman"/>
          <w:sz w:val="28"/>
          <w:szCs w:val="28"/>
          <w:lang w:val="ru-RU"/>
        </w:rPr>
        <w:t>п</w:t>
      </w:r>
      <w:r w:rsidRPr="005274CB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5274CB">
        <w:rPr>
          <w:rFonts w:ascii="Times New Roman" w:hAnsi="Times New Roman"/>
          <w:sz w:val="28"/>
          <w:szCs w:val="28"/>
          <w:lang w:val="ru-RU"/>
        </w:rPr>
        <w:t>е</w:t>
      </w:r>
      <w:r w:rsidRPr="005274C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74CB">
        <w:rPr>
          <w:rFonts w:ascii="Times New Roman" w:hAnsi="Times New Roman"/>
          <w:sz w:val="28"/>
          <w:szCs w:val="28"/>
          <w:lang w:val="ru-RU"/>
        </w:rPr>
        <w:t>№</w:t>
      </w:r>
      <w:r w:rsidRPr="005274CB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5274CB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="005274CB">
        <w:rPr>
          <w:rFonts w:ascii="Times New Roman" w:hAnsi="Times New Roman"/>
          <w:sz w:val="28"/>
          <w:szCs w:val="28"/>
          <w:lang w:val="ru-RU"/>
        </w:rPr>
        <w:t>в части __________</w:t>
      </w:r>
      <w:r w:rsidRPr="005274CB">
        <w:rPr>
          <w:rFonts w:ascii="Times New Roman" w:hAnsi="Times New Roman"/>
          <w:sz w:val="28"/>
          <w:szCs w:val="28"/>
          <w:lang w:val="ru-RU"/>
        </w:rPr>
        <w:t>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5274CB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E2172E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274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470E7A"/>
    <w:rsid w:val="0047746C"/>
    <w:rsid w:val="005274CB"/>
    <w:rsid w:val="005354D5"/>
    <w:rsid w:val="005B46D8"/>
    <w:rsid w:val="00602E88"/>
    <w:rsid w:val="00613FF4"/>
    <w:rsid w:val="00863B36"/>
    <w:rsid w:val="009B6ADB"/>
    <w:rsid w:val="00B42389"/>
    <w:rsid w:val="00C17730"/>
    <w:rsid w:val="00CC0641"/>
    <w:rsid w:val="00DB5162"/>
    <w:rsid w:val="00E2172E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2024-06-28T04:39:00Z</cp:lastPrinted>
  <dcterms:created xsi:type="dcterms:W3CDTF">2024-11-01T06:27:00Z</dcterms:created>
  <dcterms:modified xsi:type="dcterms:W3CDTF">2024-11-02T11:58:00Z</dcterms:modified>
</cp:coreProperties>
</file>